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8B1770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301FCE" w:rsidTr="00963E33">
        <w:tc>
          <w:tcPr>
            <w:tcW w:w="10326" w:type="dxa"/>
          </w:tcPr>
          <w:p w:rsidR="00190FF9" w:rsidRPr="00301FCE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301FCE" w:rsidRDefault="00190FF9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301FC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301FC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A180D" w:rsidRPr="00301FCE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CF0D73" w:rsidRPr="00301FCE" w:rsidRDefault="00CF0D73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301FCE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CF0D73" w:rsidRPr="00301FCE" w:rsidRDefault="00CF0D73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301FCE">
              <w:rPr>
                <w:rFonts w:ascii="Times New Roman" w:hAnsi="Times New Roman"/>
                <w:sz w:val="28"/>
                <w:szCs w:val="28"/>
              </w:rPr>
              <w:t xml:space="preserve">Рязанской области </w:t>
            </w:r>
          </w:p>
        </w:tc>
      </w:tr>
      <w:tr w:rsidR="000407BE" w:rsidRPr="00301FCE" w:rsidTr="00847065">
        <w:tc>
          <w:tcPr>
            <w:tcW w:w="10326" w:type="dxa"/>
          </w:tcPr>
          <w:p w:rsidR="000407BE" w:rsidRPr="00301FCE" w:rsidRDefault="000407BE" w:rsidP="0084706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407BE" w:rsidRPr="00301FCE" w:rsidRDefault="00A4532A" w:rsidP="008470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32A">
              <w:rPr>
                <w:rFonts w:ascii="Times New Roman" w:hAnsi="Times New Roman"/>
                <w:sz w:val="28"/>
                <w:szCs w:val="28"/>
              </w:rPr>
              <w:t>от 27.04.2021 № 106</w:t>
            </w:r>
            <w:bookmarkStart w:id="0" w:name="_GoBack"/>
            <w:bookmarkEnd w:id="0"/>
          </w:p>
        </w:tc>
      </w:tr>
      <w:tr w:rsidR="000407BE" w:rsidRPr="00301FCE" w:rsidTr="00847065">
        <w:tc>
          <w:tcPr>
            <w:tcW w:w="10326" w:type="dxa"/>
          </w:tcPr>
          <w:p w:rsidR="000407BE" w:rsidRPr="00301FCE" w:rsidRDefault="000407BE" w:rsidP="0084706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407BE" w:rsidRPr="00301FCE" w:rsidRDefault="000407BE" w:rsidP="008470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CE1" w:rsidRPr="008B1770" w:rsidTr="00963E33">
        <w:tc>
          <w:tcPr>
            <w:tcW w:w="10326" w:type="dxa"/>
          </w:tcPr>
          <w:p w:rsidR="00965CE1" w:rsidRPr="008B1770" w:rsidRDefault="00965CE1" w:rsidP="00963E33">
            <w:pPr>
              <w:widowControl w:val="0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212" w:type="dxa"/>
          </w:tcPr>
          <w:p w:rsidR="00965CE1" w:rsidRPr="008B1770" w:rsidRDefault="00965CE1" w:rsidP="000407BE">
            <w:pPr>
              <w:rPr>
                <w:rFonts w:ascii="Times New Roman" w:hAnsi="Times New Roman"/>
                <w:sz w:val="8"/>
                <w:szCs w:val="8"/>
              </w:rPr>
            </w:pPr>
          </w:p>
        </w:tc>
      </w:tr>
    </w:tbl>
    <w:p w:rsidR="000407BE" w:rsidRPr="00301FCE" w:rsidRDefault="000407BE" w:rsidP="00796931">
      <w:pPr>
        <w:rPr>
          <w:rFonts w:ascii="Times New Roman" w:hAnsi="Times New Roman"/>
          <w:sz w:val="16"/>
          <w:szCs w:val="16"/>
        </w:rPr>
      </w:pPr>
    </w:p>
    <w:p w:rsidR="00796931" w:rsidRPr="00301FCE" w:rsidRDefault="00796931" w:rsidP="000407BE">
      <w:pPr>
        <w:jc w:val="center"/>
        <w:rPr>
          <w:rFonts w:ascii="Times New Roman" w:hAnsi="Times New Roman"/>
          <w:sz w:val="28"/>
          <w:szCs w:val="28"/>
        </w:rPr>
      </w:pPr>
      <w:r w:rsidRPr="00301FCE">
        <w:rPr>
          <w:rFonts w:ascii="Times New Roman" w:hAnsi="Times New Roman"/>
          <w:sz w:val="28"/>
          <w:szCs w:val="28"/>
        </w:rPr>
        <w:t>«5. Система программных мероприяти</w:t>
      </w:r>
      <w:r w:rsidR="00045BDC" w:rsidRPr="00301FCE">
        <w:rPr>
          <w:rFonts w:ascii="Times New Roman" w:hAnsi="Times New Roman"/>
          <w:sz w:val="28"/>
          <w:szCs w:val="28"/>
        </w:rPr>
        <w:t>й</w:t>
      </w:r>
    </w:p>
    <w:p w:rsidR="00662A15" w:rsidRPr="00301FCE" w:rsidRDefault="00796931" w:rsidP="00796931">
      <w:pPr>
        <w:jc w:val="center"/>
        <w:rPr>
          <w:rFonts w:ascii="Times New Roman" w:hAnsi="Times New Roman"/>
          <w:sz w:val="28"/>
          <w:szCs w:val="28"/>
        </w:rPr>
      </w:pPr>
      <w:r w:rsidRPr="00301FCE">
        <w:rPr>
          <w:rFonts w:ascii="Times New Roman" w:hAnsi="Times New Roman"/>
          <w:sz w:val="28"/>
          <w:szCs w:val="24"/>
        </w:rPr>
        <w:tab/>
      </w:r>
      <w:r w:rsidRPr="00301FCE">
        <w:rPr>
          <w:rFonts w:ascii="Times New Roman" w:hAnsi="Times New Roman"/>
          <w:sz w:val="28"/>
          <w:szCs w:val="24"/>
        </w:rPr>
        <w:tab/>
      </w:r>
      <w:r w:rsidRPr="00301FCE">
        <w:rPr>
          <w:rFonts w:ascii="Times New Roman" w:hAnsi="Times New Roman"/>
          <w:sz w:val="28"/>
          <w:szCs w:val="24"/>
        </w:rPr>
        <w:tab/>
      </w:r>
    </w:p>
    <w:tbl>
      <w:tblPr>
        <w:tblW w:w="0" w:type="auto"/>
        <w:tblInd w:w="-12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06"/>
        <w:gridCol w:w="2687"/>
        <w:gridCol w:w="1209"/>
        <w:gridCol w:w="1415"/>
        <w:gridCol w:w="1200"/>
        <w:gridCol w:w="57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2314"/>
      </w:tblGrid>
      <w:tr w:rsidR="00965CE1" w:rsidRPr="00301FCE" w:rsidTr="00301FCE"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831FA3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№</w:t>
            </w:r>
          </w:p>
          <w:p w:rsidR="00662A15" w:rsidRPr="00301FCE" w:rsidRDefault="00662A15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gramStart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</w:t>
            </w:r>
            <w:proofErr w:type="gramEnd"/>
            <w:r w:rsidR="00831FA3"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/</w:t>
            </w: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</w:t>
            </w: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662A15" w:rsidP="00301FCE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662A15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распо-рядители</w:t>
            </w:r>
            <w:proofErr w:type="spellEnd"/>
            <w:proofErr w:type="gramEnd"/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662A15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Исполнители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84321C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Источ</w:t>
            </w:r>
            <w:r w:rsidR="00662A15"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ник </w:t>
            </w:r>
            <w:proofErr w:type="spellStart"/>
            <w:proofErr w:type="gramStart"/>
            <w:r w:rsidR="00662A15"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финанси</w:t>
            </w: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r w:rsidR="00662A15"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5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15" w:rsidRPr="00301FC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662A15" w:rsidP="0039301B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Ожида</w:t>
            </w:r>
            <w:r w:rsidR="0039301B"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емый резуль</w:t>
            </w: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тат</w:t>
            </w:r>
          </w:p>
        </w:tc>
      </w:tr>
      <w:tr w:rsidR="00965CE1" w:rsidRPr="00301FCE" w:rsidTr="00301FCE"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662A15" w:rsidP="00301FC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662A15" w:rsidP="00301FCE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662A15" w:rsidP="00301FC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662A15" w:rsidP="00301FC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662A15" w:rsidP="00301FC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662A15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4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15" w:rsidRPr="00301FC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 том числе по годам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301FC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</w:tr>
      <w:tr w:rsidR="00965CE1" w:rsidRPr="00301FCE" w:rsidTr="00301FCE"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2016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2017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2018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2019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2020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2021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2022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2023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2024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301FC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</w:tr>
    </w:tbl>
    <w:p w:rsidR="00301FCE" w:rsidRPr="00301FCE" w:rsidRDefault="00301FCE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-12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06"/>
        <w:gridCol w:w="2687"/>
        <w:gridCol w:w="1209"/>
        <w:gridCol w:w="1415"/>
        <w:gridCol w:w="1200"/>
        <w:gridCol w:w="57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2314"/>
      </w:tblGrid>
      <w:tr w:rsidR="00965CE1" w:rsidRPr="00301FCE" w:rsidTr="00301FCE">
        <w:trPr>
          <w:trHeight w:val="145"/>
          <w:tblHeader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301FCE" w:rsidRDefault="009A7702" w:rsidP="00965CE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</w:t>
            </w:r>
            <w:r w:rsidR="00965CE1"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6</w:t>
            </w:r>
          </w:p>
        </w:tc>
      </w:tr>
      <w:tr w:rsidR="00596D71" w:rsidRPr="00301FCE" w:rsidTr="00301FCE">
        <w:trPr>
          <w:cantSplit/>
          <w:trHeight w:val="1582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outlineLvl w:val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Задача 1. Обеспечение эффективного исполнения государственных функций в сфере реализации Программы,</w:t>
            </w:r>
          </w:p>
          <w:p w:rsidR="00596D71" w:rsidRPr="00301FCE" w:rsidRDefault="00596D71" w:rsidP="00301FCE">
            <w:pPr>
              <w:pStyle w:val="ConsPlusNormal"/>
              <w:outlineLvl w:val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в том числе</w:t>
            </w:r>
            <w:r w:rsidR="004179C7"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301FCE" w:rsidRDefault="001B568F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Минтранс Рязанской области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232008" w:rsidP="00D74377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pacing w:val="-2"/>
                <w:sz w:val="22"/>
                <w:szCs w:val="22"/>
              </w:rPr>
              <w:t>982605,1475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D74377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57029,20237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39301B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54431,79403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62141,12895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108372,64851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BA74E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166300,86696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23200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161979,62117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1B568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154518,53526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1B568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156947,53526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60883,81499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обеспечение ежегодного  выполнения  не менее </w:t>
            </w:r>
          </w:p>
          <w:p w:rsidR="00596D71" w:rsidRPr="00301FCE" w:rsidRDefault="00596D71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90% целевых индикаторов Программы</w:t>
            </w: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</w:tr>
      <w:tr w:rsidR="00596D71" w:rsidRPr="00301FCE" w:rsidTr="00301FCE">
        <w:trPr>
          <w:cantSplit/>
          <w:trHeight w:val="1397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1.1.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Обеспечение деятельности Минтранса Рязанской области                   </w:t>
            </w:r>
          </w:p>
          <w:p w:rsidR="00596D71" w:rsidRPr="00301FCE" w:rsidRDefault="00596D71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596D71" w:rsidRPr="00301FCE" w:rsidRDefault="00596D71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  </w:t>
            </w:r>
          </w:p>
        </w:tc>
        <w:tc>
          <w:tcPr>
            <w:tcW w:w="12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Минтранс Рязанской области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1B568F" w:rsidP="008E1CE1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pacing w:val="-2"/>
                <w:sz w:val="22"/>
                <w:szCs w:val="22"/>
              </w:rPr>
              <w:t>440996,6667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AF4BB0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57029,20237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AF4BB0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54431,79403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57904,32895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E46276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41437,17601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6B36CD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44438,54457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1B568F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41798,93526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1B568F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41536,43526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1B568F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41536,43526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60883,81499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</w:tr>
      <w:tr w:rsidR="00596D71" w:rsidRPr="00301FCE" w:rsidTr="00301FCE">
        <w:trPr>
          <w:cantSplit/>
          <w:trHeight w:val="1232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A2" w:rsidRPr="00301FCE" w:rsidRDefault="00596D71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из них</w:t>
            </w:r>
          </w:p>
          <w:p w:rsidR="006B45A2" w:rsidRPr="00301FCE" w:rsidRDefault="00596D71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выполненные и не оплаченные работы </w:t>
            </w:r>
          </w:p>
          <w:p w:rsidR="00596D71" w:rsidRPr="00301FCE" w:rsidRDefault="00596D71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 2015 год</w:t>
            </w:r>
            <w:r w:rsidR="00992E40"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</w:t>
            </w:r>
          </w:p>
        </w:tc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79693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  <w:t>152,66075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796931">
            <w:pPr>
              <w:ind w:left="113" w:right="113"/>
              <w:jc w:val="center"/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  <w:t>152,66075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</w:tr>
      <w:tr w:rsidR="00596D71" w:rsidRPr="00301FCE" w:rsidTr="00301FCE">
        <w:trPr>
          <w:cantSplit/>
          <w:trHeight w:val="1777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1.2.</w:t>
            </w:r>
          </w:p>
          <w:p w:rsidR="00F666A4" w:rsidRPr="00301FCE" w:rsidRDefault="00F666A4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F666A4" w:rsidRPr="00301FCE" w:rsidRDefault="00F666A4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Финансовое обеспечение деятельности </w:t>
            </w:r>
          </w:p>
          <w:p w:rsidR="00596D71" w:rsidRPr="00301FCE" w:rsidRDefault="00596D71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государственного казенного учреждения Рязанской </w:t>
            </w:r>
          </w:p>
          <w:p w:rsidR="00596D71" w:rsidRPr="00301FCE" w:rsidRDefault="00596D71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области «Дирекция дорог Рязанской области»</w:t>
            </w:r>
          </w:p>
        </w:tc>
        <w:tc>
          <w:tcPr>
            <w:tcW w:w="12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ГКУ Рязанской области «ДДРО»</w:t>
            </w:r>
          </w:p>
          <w:p w:rsidR="008C43AE" w:rsidRPr="00301FCE" w:rsidRDefault="008C43AE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областной бюджет,      из них</w:t>
            </w:r>
          </w:p>
          <w:p w:rsidR="008C43AE" w:rsidRPr="00301FCE" w:rsidRDefault="008C43AE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8C43AE" w:rsidRPr="00301FCE" w:rsidRDefault="008C43AE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8C43AE" w:rsidRPr="00301FCE" w:rsidRDefault="008C43AE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39770B" w:rsidP="00596D7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  <w:t>541608,4808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1A1896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E46276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0B3118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121862,32239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39770B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120180,68591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1B568F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112982,1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1B568F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115411,1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301FC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301FCE" w:rsidRDefault="00596D71" w:rsidP="00164506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</w:tr>
      <w:tr w:rsidR="00F666A4" w:rsidRPr="00301FCE" w:rsidTr="00301FCE">
        <w:trPr>
          <w:cantSplit/>
          <w:trHeight w:val="1453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301FCE" w:rsidRDefault="00F666A4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301FCE" w:rsidRDefault="00F666A4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301FCE" w:rsidRDefault="00F666A4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301FCE" w:rsidRDefault="00F666A4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301FCE" w:rsidRDefault="00F666A4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gramStart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бюджетные</w:t>
            </w:r>
            <w:proofErr w:type="gramEnd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ассигнова-ния</w:t>
            </w:r>
            <w:proofErr w:type="spellEnd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дорожного фонда</w:t>
            </w:r>
          </w:p>
          <w:p w:rsidR="00301FCE" w:rsidRPr="00301FCE" w:rsidRDefault="00301FCE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39770B" w:rsidP="00F8504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  <w:t>541570,9808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F666A4" w:rsidP="00F8504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8569CE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121824,82239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39770B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120180,68591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1B568F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112982,1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1B568F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115411,1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301FCE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</w:tr>
      <w:tr w:rsidR="00965CE1" w:rsidRPr="00301FCE" w:rsidTr="00301FCE">
        <w:trPr>
          <w:cantSplit/>
          <w:trHeight w:val="125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301FCE" w:rsidRDefault="0037683E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2</w:t>
            </w:r>
            <w:r w:rsidR="00665BFE"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E1" w:rsidRPr="00301FCE" w:rsidRDefault="00665BFE" w:rsidP="00301FCE">
            <w:pPr>
              <w:pStyle w:val="ConsPlusNormal"/>
              <w:outlineLvl w:val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Задача 2. Обеспечение условий для осуществления деятельности ГБУ «</w:t>
            </w:r>
            <w:proofErr w:type="spellStart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Протасово</w:t>
            </w:r>
            <w:proofErr w:type="spellEnd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», </w:t>
            </w:r>
          </w:p>
          <w:p w:rsidR="00665BFE" w:rsidRPr="00301FCE" w:rsidRDefault="00665BFE" w:rsidP="00301FCE">
            <w:pPr>
              <w:pStyle w:val="ConsPlusNormal"/>
              <w:outlineLvl w:val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BFE" w:rsidRPr="00301FCE" w:rsidRDefault="001B568F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Минтранс Рязанской области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BFE" w:rsidRPr="00301FCE" w:rsidRDefault="001B568F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ГБУ «</w:t>
            </w:r>
            <w:proofErr w:type="spellStart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Протасово</w:t>
            </w:r>
            <w:proofErr w:type="spellEnd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301FCE" w:rsidRDefault="00665BFE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301FCE" w:rsidRDefault="001B568F" w:rsidP="00D74377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pacing w:val="-2"/>
                <w:sz w:val="22"/>
                <w:szCs w:val="22"/>
              </w:rPr>
              <w:t>152013,4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301FCE" w:rsidRDefault="00665BFE" w:rsidP="00D74377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11529,6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301FC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11610,9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301FC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12042,9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301FCE" w:rsidRDefault="008C43A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14765,9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301FCE" w:rsidRDefault="008569CE" w:rsidP="00937A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26328,1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301FCE" w:rsidRDefault="001B568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30453,5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301FCE" w:rsidRDefault="001B568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14733,9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301FCE" w:rsidRDefault="001B568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14777,7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301FC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15770,9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BFE" w:rsidRPr="00301FCE" w:rsidRDefault="00665BFE" w:rsidP="0039301B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обеспечение ежегодного исполнения государственного задания не менее 95</w:t>
            </w:r>
            <w:r w:rsidR="00EF0387"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%</w:t>
            </w:r>
          </w:p>
        </w:tc>
      </w:tr>
      <w:tr w:rsidR="001B568F" w:rsidRPr="00301FCE" w:rsidTr="00301FCE">
        <w:trPr>
          <w:cantSplit/>
          <w:trHeight w:val="1134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68F" w:rsidRPr="00301FCE" w:rsidRDefault="001B568F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2.1.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68F" w:rsidRPr="00301FCE" w:rsidRDefault="001B568F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68F" w:rsidRPr="00301FCE" w:rsidRDefault="001B568F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68F" w:rsidRPr="00301FCE" w:rsidRDefault="001B568F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68F" w:rsidRPr="00301FCE" w:rsidRDefault="001B568F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68F" w:rsidRPr="00301FCE" w:rsidRDefault="001B568F" w:rsidP="001B568F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pacing w:val="-2"/>
                <w:sz w:val="22"/>
                <w:szCs w:val="22"/>
              </w:rPr>
              <w:t>152013,4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68F" w:rsidRPr="00301FCE" w:rsidRDefault="001B568F" w:rsidP="001B568F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11529,6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68F" w:rsidRPr="00301FCE" w:rsidRDefault="001B568F" w:rsidP="001B56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11610,9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68F" w:rsidRPr="00301FCE" w:rsidRDefault="001B568F" w:rsidP="001B56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12042,9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68F" w:rsidRPr="00301FCE" w:rsidRDefault="001B568F" w:rsidP="001B56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14765,9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68F" w:rsidRPr="00301FCE" w:rsidRDefault="001B568F" w:rsidP="001B56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26328,1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68F" w:rsidRPr="00301FCE" w:rsidRDefault="001B568F" w:rsidP="001B56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30453,5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68F" w:rsidRPr="00301FCE" w:rsidRDefault="001B568F" w:rsidP="001B56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14733,9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68F" w:rsidRPr="00301FCE" w:rsidRDefault="001B568F" w:rsidP="001B56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14777,7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68F" w:rsidRPr="00301FCE" w:rsidRDefault="001B568F" w:rsidP="001B56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15770,9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68F" w:rsidRPr="00301FCE" w:rsidRDefault="001B568F" w:rsidP="001B568F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</w:tr>
      <w:tr w:rsidR="005C0C92" w:rsidRPr="00301FCE" w:rsidTr="00301FCE">
        <w:trPr>
          <w:cantSplit/>
          <w:trHeight w:val="1549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301FCE" w:rsidRDefault="005C0C92" w:rsidP="00301FCE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301FCE" w:rsidRDefault="005C0C92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Итого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301FCE" w:rsidRDefault="005C0C92" w:rsidP="00301FCE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301FCE" w:rsidRDefault="005C0C92" w:rsidP="00301FCE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301FCE" w:rsidRDefault="005C0C92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областной бюджет,      из них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301FCE" w:rsidRDefault="0039770B" w:rsidP="00E4627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1134618,5475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301FC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68558,80237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301FC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66042,69403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301FC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74184,02895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301FC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123138,54851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301FCE" w:rsidRDefault="006B36C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192628,96696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301FCE" w:rsidRDefault="0039770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192433,12117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301FCE" w:rsidRDefault="001B568F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169252,43526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301FCE" w:rsidRDefault="001B568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171725,23526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301FCE" w:rsidRDefault="005C0C92" w:rsidP="00965CE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76654,71499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301FCE" w:rsidRDefault="005C0C92" w:rsidP="00B63D23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</w:tr>
      <w:tr w:rsidR="00F666A4" w:rsidRPr="00301FCE" w:rsidTr="00301FCE">
        <w:trPr>
          <w:cantSplit/>
          <w:trHeight w:val="1452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301FCE" w:rsidRDefault="00F666A4" w:rsidP="00301FCE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301FCE" w:rsidRDefault="00F666A4" w:rsidP="00301FCE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301FCE" w:rsidRDefault="00F666A4" w:rsidP="00301FCE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301FCE" w:rsidRDefault="00F666A4" w:rsidP="00301FCE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301FCE" w:rsidRDefault="00F666A4" w:rsidP="00301FC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gramStart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бюджетные</w:t>
            </w:r>
            <w:proofErr w:type="gramEnd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ассигнова-ния</w:t>
            </w:r>
            <w:proofErr w:type="spellEnd"/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дорожного фонда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39770B" w:rsidP="00F8504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  <w:t>541570,9808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8A42D8" w:rsidP="00F8504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bCs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8569CE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121824,82239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39770B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120180,68591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1B568F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112982,1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1B568F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115411,1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301FCE" w:rsidRDefault="00F666A4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01F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301FCE" w:rsidRDefault="00F666A4" w:rsidP="00B63D23">
            <w:pPr>
              <w:pStyle w:val="ConsPlusNormal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</w:tr>
    </w:tbl>
    <w:p w:rsidR="00662A15" w:rsidRPr="00301FCE" w:rsidRDefault="00662A15" w:rsidP="006B45A2">
      <w:pPr>
        <w:rPr>
          <w:rFonts w:ascii="Times New Roman" w:hAnsi="Times New Roman"/>
        </w:rPr>
      </w:pPr>
    </w:p>
    <w:p w:rsidR="004F6C04" w:rsidRPr="00301FCE" w:rsidRDefault="004F6C04" w:rsidP="006B45A2">
      <w:pPr>
        <w:rPr>
          <w:rFonts w:ascii="Times New Roman" w:hAnsi="Times New Roman"/>
        </w:rPr>
      </w:pPr>
    </w:p>
    <w:p w:rsidR="00F4383A" w:rsidRPr="00301FCE" w:rsidRDefault="00F4383A" w:rsidP="006B45A2">
      <w:pPr>
        <w:rPr>
          <w:rFonts w:ascii="Times New Roman" w:hAnsi="Times New Roman"/>
        </w:rPr>
      </w:pPr>
    </w:p>
    <w:p w:rsidR="00F4383A" w:rsidRPr="00301FCE" w:rsidRDefault="00F4383A" w:rsidP="006B45A2">
      <w:pPr>
        <w:rPr>
          <w:rFonts w:ascii="Times New Roman" w:hAnsi="Times New Roman"/>
        </w:rPr>
      </w:pPr>
    </w:p>
    <w:p w:rsidR="00F4383A" w:rsidRPr="00301FCE" w:rsidRDefault="00F4383A" w:rsidP="006B45A2">
      <w:pPr>
        <w:rPr>
          <w:rFonts w:ascii="Times New Roman" w:hAnsi="Times New Roman"/>
        </w:rPr>
      </w:pPr>
    </w:p>
    <w:p w:rsidR="00F4383A" w:rsidRPr="00301FCE" w:rsidRDefault="00F4383A" w:rsidP="006B45A2">
      <w:pPr>
        <w:rPr>
          <w:rFonts w:ascii="Times New Roman" w:hAnsi="Times New Roman"/>
        </w:rPr>
      </w:pPr>
    </w:p>
    <w:p w:rsidR="00F4383A" w:rsidRPr="00301FCE" w:rsidRDefault="00F4383A" w:rsidP="006B45A2">
      <w:pPr>
        <w:rPr>
          <w:rFonts w:ascii="Times New Roman" w:hAnsi="Times New Roman"/>
        </w:rPr>
      </w:pPr>
    </w:p>
    <w:p w:rsidR="00F4383A" w:rsidRPr="00301FCE" w:rsidRDefault="00F4383A" w:rsidP="006B45A2">
      <w:pPr>
        <w:rPr>
          <w:rFonts w:ascii="Times New Roman" w:hAnsi="Times New Roman"/>
        </w:rPr>
      </w:pPr>
    </w:p>
    <w:p w:rsidR="00F4383A" w:rsidRPr="00301FCE" w:rsidRDefault="00F4383A" w:rsidP="006B45A2">
      <w:pPr>
        <w:rPr>
          <w:rFonts w:ascii="Times New Roman" w:hAnsi="Times New Roman"/>
        </w:rPr>
      </w:pPr>
    </w:p>
    <w:p w:rsidR="00F4383A" w:rsidRPr="00301FCE" w:rsidRDefault="00F4383A" w:rsidP="00F4383A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301FCE">
        <w:rPr>
          <w:rFonts w:ascii="Times New Roman" w:eastAsia="Calibri" w:hAnsi="Times New Roman"/>
          <w:sz w:val="28"/>
          <w:szCs w:val="28"/>
          <w:lang w:eastAsia="en-US"/>
        </w:rPr>
        <w:lastRenderedPageBreak/>
        <w:t>6. Целевые индикаторы эффективности</w:t>
      </w:r>
    </w:p>
    <w:p w:rsidR="00F4383A" w:rsidRPr="00301FCE" w:rsidRDefault="00F4383A" w:rsidP="00F4383A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301FCE">
        <w:rPr>
          <w:rFonts w:ascii="Times New Roman" w:eastAsia="Calibri" w:hAnsi="Times New Roman"/>
          <w:sz w:val="28"/>
          <w:szCs w:val="28"/>
          <w:lang w:eastAsia="en-US"/>
        </w:rPr>
        <w:t>исполнения подпрограммы</w:t>
      </w:r>
    </w:p>
    <w:p w:rsidR="00F4383A" w:rsidRPr="00301FCE" w:rsidRDefault="00F4383A" w:rsidP="006B45A2">
      <w:pPr>
        <w:rPr>
          <w:rFonts w:ascii="Times New Roman" w:hAnsi="Times New Roman"/>
        </w:rPr>
      </w:pPr>
    </w:p>
    <w:p w:rsidR="00F4383A" w:rsidRPr="00301FCE" w:rsidRDefault="00F4383A" w:rsidP="006B45A2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1134"/>
        <w:gridCol w:w="1134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</w:tblGrid>
      <w:tr w:rsidR="00F4383A" w:rsidRPr="00301FCE" w:rsidTr="00301FC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301F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01FC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="00301FCE" w:rsidRPr="00301FCE">
              <w:rPr>
                <w:rFonts w:ascii="Times New Roman" w:hAnsi="Times New Roman"/>
                <w:sz w:val="22"/>
                <w:szCs w:val="22"/>
              </w:rPr>
              <w:t>/</w:t>
            </w:r>
            <w:r w:rsidRPr="00301FCE">
              <w:rPr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и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C66C2B" w:rsidP="004251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Базовый год, значения</w:t>
            </w:r>
          </w:p>
        </w:tc>
        <w:tc>
          <w:tcPr>
            <w:tcW w:w="10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По годам к базовому периоду</w:t>
            </w:r>
          </w:p>
        </w:tc>
      </w:tr>
      <w:tr w:rsidR="00F4383A" w:rsidRPr="00301FCE" w:rsidTr="00301FC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  <w:tr w:rsidR="00F4383A" w:rsidRPr="00301FCE" w:rsidTr="00301F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F4383A" w:rsidRPr="00301FCE" w:rsidTr="00301F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Уровень выполнения значений целевых индикаторов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66C2B" w:rsidRPr="00301FCE" w:rsidRDefault="00C66C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2015:</w:t>
            </w:r>
          </w:p>
          <w:p w:rsidR="00F4383A" w:rsidRPr="00301FCE" w:rsidRDefault="004251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</w:tr>
      <w:tr w:rsidR="00F4383A" w:rsidRPr="00301FCE" w:rsidTr="00301F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Выполнение государственного задани</w:t>
            </w:r>
            <w:r w:rsidR="00B46A15" w:rsidRPr="00301FCE">
              <w:rPr>
                <w:rFonts w:ascii="Times New Roman" w:hAnsi="Times New Roman"/>
                <w:sz w:val="22"/>
                <w:szCs w:val="22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66C2B" w:rsidRPr="00301FCE" w:rsidRDefault="00C66C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2015:</w:t>
            </w:r>
          </w:p>
          <w:p w:rsidR="00F4383A" w:rsidRPr="00301FCE" w:rsidRDefault="004251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95,0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95,0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95,0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95,0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95,0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95,0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95,0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95,0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4383A" w:rsidRPr="00301FCE" w:rsidRDefault="00F438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FCE">
              <w:rPr>
                <w:rFonts w:ascii="Times New Roman" w:hAnsi="Times New Roman"/>
                <w:sz w:val="22"/>
                <w:szCs w:val="22"/>
              </w:rPr>
              <w:t>не менее 95,0»</w:t>
            </w:r>
          </w:p>
        </w:tc>
      </w:tr>
    </w:tbl>
    <w:p w:rsidR="00F4383A" w:rsidRPr="00301FCE" w:rsidRDefault="00F4383A" w:rsidP="006B45A2">
      <w:pPr>
        <w:rPr>
          <w:rFonts w:ascii="Times New Roman" w:hAnsi="Times New Roman"/>
        </w:rPr>
      </w:pPr>
    </w:p>
    <w:p w:rsidR="00F4383A" w:rsidRPr="00301FCE" w:rsidRDefault="00F4383A" w:rsidP="006B45A2">
      <w:pPr>
        <w:rPr>
          <w:rFonts w:ascii="Times New Roman" w:hAnsi="Times New Roman"/>
        </w:rPr>
      </w:pPr>
    </w:p>
    <w:p w:rsidR="00F4383A" w:rsidRPr="00301FCE" w:rsidRDefault="00F4383A" w:rsidP="006B45A2">
      <w:pPr>
        <w:rPr>
          <w:rFonts w:ascii="Times New Roman" w:hAnsi="Times New Roman"/>
        </w:rPr>
      </w:pPr>
    </w:p>
    <w:p w:rsidR="004F6C04" w:rsidRPr="00301FCE" w:rsidRDefault="004F6C04" w:rsidP="004F6C04">
      <w:pPr>
        <w:jc w:val="center"/>
        <w:rPr>
          <w:rFonts w:ascii="Times New Roman" w:hAnsi="Times New Roman"/>
        </w:rPr>
      </w:pPr>
      <w:r w:rsidRPr="00301FCE">
        <w:rPr>
          <w:rFonts w:ascii="Times New Roman" w:hAnsi="Times New Roman"/>
        </w:rPr>
        <w:t>_____________________</w:t>
      </w:r>
      <w:r w:rsidR="00C6521A" w:rsidRPr="00301FCE">
        <w:rPr>
          <w:rFonts w:ascii="Times New Roman" w:hAnsi="Times New Roman"/>
        </w:rPr>
        <w:t>_</w:t>
      </w:r>
    </w:p>
    <w:sectPr w:rsidR="004F6C04" w:rsidRPr="00301FCE" w:rsidSect="008B1770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578" w:rsidRDefault="00240578">
      <w:r>
        <w:separator/>
      </w:r>
    </w:p>
  </w:endnote>
  <w:endnote w:type="continuationSeparator" w:id="0">
    <w:p w:rsidR="00240578" w:rsidRDefault="0024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2B42FF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2B42FF" w:rsidRDefault="00271F1F">
          <w:pPr>
            <w:pStyle w:val="a6"/>
          </w:pPr>
          <w:r>
            <w:rPr>
              <w:noProof/>
            </w:rPr>
            <w:drawing>
              <wp:inline distT="0" distB="0" distL="0" distR="0" wp14:anchorId="181C1797" wp14:editId="08C1C42A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2B42FF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2B42FF" w:rsidRPr="00963E33" w:rsidRDefault="00271F1F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C8F3D9A" wp14:editId="6E3AF537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2B42FF" w:rsidRPr="00963E33" w:rsidRDefault="008B1770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2647  23.04.2021 12:12:16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2B42FF" w:rsidRPr="00F16F07" w:rsidRDefault="002B42FF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2B42FF" w:rsidRPr="00963E33" w:rsidRDefault="002B42FF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2B42FF" w:rsidRPr="009573D3" w:rsidRDefault="002B42FF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2B42FF" w:rsidRPr="00963E33" w:rsidTr="00963E33">
      <w:tc>
        <w:tcPr>
          <w:tcW w:w="2538" w:type="dxa"/>
        </w:tcPr>
        <w:p w:rsidR="002B42FF" w:rsidRPr="00963E33" w:rsidRDefault="002B42FF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2B42FF" w:rsidRPr="00963E33" w:rsidRDefault="002B42FF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2B42FF" w:rsidRPr="00963E33" w:rsidRDefault="002B42FF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2B42FF" w:rsidRPr="00963E33" w:rsidRDefault="002B42FF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2B42FF" w:rsidRDefault="002B42FF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578" w:rsidRDefault="00240578">
      <w:r>
        <w:separator/>
      </w:r>
    </w:p>
  </w:footnote>
  <w:footnote w:type="continuationSeparator" w:id="0">
    <w:p w:rsidR="00240578" w:rsidRDefault="00240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FF" w:rsidRDefault="000C325D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B42F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B42FF">
      <w:rPr>
        <w:rStyle w:val="a8"/>
        <w:noProof/>
      </w:rPr>
      <w:t>1</w:t>
    </w:r>
    <w:r>
      <w:rPr>
        <w:rStyle w:val="a8"/>
      </w:rPr>
      <w:fldChar w:fldCharType="end"/>
    </w:r>
  </w:p>
  <w:p w:rsidR="002B42FF" w:rsidRDefault="002B42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FF" w:rsidRPr="00481B88" w:rsidRDefault="002B42FF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2B42FF" w:rsidRPr="00481B88" w:rsidRDefault="000C325D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2B42FF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4532A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2B42FF" w:rsidRPr="00E37801" w:rsidRDefault="002B42FF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3.7pt;height:11.4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0ihLcN0ql5KVBou3Ww5KdY6uGOIx+3BmofVQw45PdVWed56ELftpG+WsqsgsdQLBKcWm7gWZFUfLwOpZvxypg==" w:salt="zsUg8R/1Xn2uyoDArQmYM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E86"/>
    <w:rsid w:val="0001360F"/>
    <w:rsid w:val="00022A8E"/>
    <w:rsid w:val="00030105"/>
    <w:rsid w:val="000331B3"/>
    <w:rsid w:val="00033413"/>
    <w:rsid w:val="00037C0C"/>
    <w:rsid w:val="000407BE"/>
    <w:rsid w:val="00045BDC"/>
    <w:rsid w:val="00047C0F"/>
    <w:rsid w:val="000502A3"/>
    <w:rsid w:val="00051B8C"/>
    <w:rsid w:val="00056DEB"/>
    <w:rsid w:val="00073A7A"/>
    <w:rsid w:val="00076D5E"/>
    <w:rsid w:val="00084DD3"/>
    <w:rsid w:val="000917C0"/>
    <w:rsid w:val="00092145"/>
    <w:rsid w:val="00095862"/>
    <w:rsid w:val="000B0736"/>
    <w:rsid w:val="000B3118"/>
    <w:rsid w:val="000B4E72"/>
    <w:rsid w:val="000C2725"/>
    <w:rsid w:val="000C325D"/>
    <w:rsid w:val="000C565E"/>
    <w:rsid w:val="000E7E44"/>
    <w:rsid w:val="000F0BDB"/>
    <w:rsid w:val="000F2B84"/>
    <w:rsid w:val="000F5632"/>
    <w:rsid w:val="001032A2"/>
    <w:rsid w:val="001058CE"/>
    <w:rsid w:val="00122CFD"/>
    <w:rsid w:val="0013431C"/>
    <w:rsid w:val="00137B7B"/>
    <w:rsid w:val="00147E70"/>
    <w:rsid w:val="00151370"/>
    <w:rsid w:val="0015468F"/>
    <w:rsid w:val="0015556E"/>
    <w:rsid w:val="00162E72"/>
    <w:rsid w:val="00164506"/>
    <w:rsid w:val="00175BE5"/>
    <w:rsid w:val="001850F4"/>
    <w:rsid w:val="0018718F"/>
    <w:rsid w:val="00190FF9"/>
    <w:rsid w:val="00191E0A"/>
    <w:rsid w:val="001947BE"/>
    <w:rsid w:val="001A0A98"/>
    <w:rsid w:val="001A560F"/>
    <w:rsid w:val="001B0982"/>
    <w:rsid w:val="001B32BA"/>
    <w:rsid w:val="001B568F"/>
    <w:rsid w:val="001D7503"/>
    <w:rsid w:val="001D7CF0"/>
    <w:rsid w:val="001E0317"/>
    <w:rsid w:val="001E20F1"/>
    <w:rsid w:val="001E6E55"/>
    <w:rsid w:val="001F12E8"/>
    <w:rsid w:val="001F228C"/>
    <w:rsid w:val="001F411B"/>
    <w:rsid w:val="001F64B8"/>
    <w:rsid w:val="001F7C83"/>
    <w:rsid w:val="00203046"/>
    <w:rsid w:val="00205AB5"/>
    <w:rsid w:val="00224DBA"/>
    <w:rsid w:val="00231F1C"/>
    <w:rsid w:val="00232008"/>
    <w:rsid w:val="00240578"/>
    <w:rsid w:val="00242DDB"/>
    <w:rsid w:val="0024596D"/>
    <w:rsid w:val="002479A2"/>
    <w:rsid w:val="00254677"/>
    <w:rsid w:val="0026087E"/>
    <w:rsid w:val="00261C74"/>
    <w:rsid w:val="00261DE0"/>
    <w:rsid w:val="00265420"/>
    <w:rsid w:val="00271F1F"/>
    <w:rsid w:val="002743AC"/>
    <w:rsid w:val="00274E14"/>
    <w:rsid w:val="00280A6D"/>
    <w:rsid w:val="002841DC"/>
    <w:rsid w:val="00284A49"/>
    <w:rsid w:val="00286ECA"/>
    <w:rsid w:val="002953B6"/>
    <w:rsid w:val="002B42FF"/>
    <w:rsid w:val="002B7A59"/>
    <w:rsid w:val="002C5339"/>
    <w:rsid w:val="002C6B4B"/>
    <w:rsid w:val="002D4371"/>
    <w:rsid w:val="002D60AF"/>
    <w:rsid w:val="002D7801"/>
    <w:rsid w:val="002D7D3F"/>
    <w:rsid w:val="002E51A7"/>
    <w:rsid w:val="002E5A5F"/>
    <w:rsid w:val="002F1E81"/>
    <w:rsid w:val="00301FCE"/>
    <w:rsid w:val="00310D92"/>
    <w:rsid w:val="003134F0"/>
    <w:rsid w:val="00314056"/>
    <w:rsid w:val="003160CB"/>
    <w:rsid w:val="00316C65"/>
    <w:rsid w:val="00321189"/>
    <w:rsid w:val="003222A3"/>
    <w:rsid w:val="00323E29"/>
    <w:rsid w:val="003255C4"/>
    <w:rsid w:val="00325FB2"/>
    <w:rsid w:val="00327979"/>
    <w:rsid w:val="00333D63"/>
    <w:rsid w:val="00333DC7"/>
    <w:rsid w:val="003510D1"/>
    <w:rsid w:val="003531F7"/>
    <w:rsid w:val="00360A40"/>
    <w:rsid w:val="0037683E"/>
    <w:rsid w:val="0038342C"/>
    <w:rsid w:val="003839C7"/>
    <w:rsid w:val="00386103"/>
    <w:rsid w:val="003870C2"/>
    <w:rsid w:val="0039301B"/>
    <w:rsid w:val="0039770B"/>
    <w:rsid w:val="003D3B8A"/>
    <w:rsid w:val="003D4403"/>
    <w:rsid w:val="003D54F8"/>
    <w:rsid w:val="003D6773"/>
    <w:rsid w:val="003E2B5D"/>
    <w:rsid w:val="003E71BC"/>
    <w:rsid w:val="003F1F69"/>
    <w:rsid w:val="003F4F5E"/>
    <w:rsid w:val="00400906"/>
    <w:rsid w:val="004179C7"/>
    <w:rsid w:val="0042517F"/>
    <w:rsid w:val="0042590E"/>
    <w:rsid w:val="00437F65"/>
    <w:rsid w:val="004504E0"/>
    <w:rsid w:val="00451D08"/>
    <w:rsid w:val="004600FD"/>
    <w:rsid w:val="00460FEA"/>
    <w:rsid w:val="00463091"/>
    <w:rsid w:val="004729EE"/>
    <w:rsid w:val="004734B7"/>
    <w:rsid w:val="004763A9"/>
    <w:rsid w:val="00481B88"/>
    <w:rsid w:val="00485B4F"/>
    <w:rsid w:val="004862D1"/>
    <w:rsid w:val="00490CD2"/>
    <w:rsid w:val="0049293C"/>
    <w:rsid w:val="004B2D5A"/>
    <w:rsid w:val="004B327C"/>
    <w:rsid w:val="004D293D"/>
    <w:rsid w:val="004E402F"/>
    <w:rsid w:val="004F1D67"/>
    <w:rsid w:val="004F2A17"/>
    <w:rsid w:val="004F44FE"/>
    <w:rsid w:val="004F6C04"/>
    <w:rsid w:val="00505F6F"/>
    <w:rsid w:val="00512A47"/>
    <w:rsid w:val="00531C68"/>
    <w:rsid w:val="00532119"/>
    <w:rsid w:val="005335F3"/>
    <w:rsid w:val="00542957"/>
    <w:rsid w:val="00543C38"/>
    <w:rsid w:val="00543C6E"/>
    <w:rsid w:val="00543D2D"/>
    <w:rsid w:val="00545A3D"/>
    <w:rsid w:val="00546DBB"/>
    <w:rsid w:val="00547E14"/>
    <w:rsid w:val="00555A55"/>
    <w:rsid w:val="00561A5B"/>
    <w:rsid w:val="0056236C"/>
    <w:rsid w:val="0057074C"/>
    <w:rsid w:val="00573FBF"/>
    <w:rsid w:val="00574FF3"/>
    <w:rsid w:val="00582538"/>
    <w:rsid w:val="00583436"/>
    <w:rsid w:val="005838EA"/>
    <w:rsid w:val="005846F5"/>
    <w:rsid w:val="00585EE1"/>
    <w:rsid w:val="00590C0E"/>
    <w:rsid w:val="005939E6"/>
    <w:rsid w:val="00596D71"/>
    <w:rsid w:val="00597133"/>
    <w:rsid w:val="005A4227"/>
    <w:rsid w:val="005A6A3D"/>
    <w:rsid w:val="005B229B"/>
    <w:rsid w:val="005B3518"/>
    <w:rsid w:val="005B5575"/>
    <w:rsid w:val="005C0C92"/>
    <w:rsid w:val="005C2D0D"/>
    <w:rsid w:val="005C34BC"/>
    <w:rsid w:val="005C56AE"/>
    <w:rsid w:val="005C7449"/>
    <w:rsid w:val="005D4A61"/>
    <w:rsid w:val="005D7C88"/>
    <w:rsid w:val="005E137B"/>
    <w:rsid w:val="005E6D99"/>
    <w:rsid w:val="005E77C3"/>
    <w:rsid w:val="005F23AA"/>
    <w:rsid w:val="005F2ADD"/>
    <w:rsid w:val="005F2C49"/>
    <w:rsid w:val="005F7BF4"/>
    <w:rsid w:val="006013EB"/>
    <w:rsid w:val="0060479E"/>
    <w:rsid w:val="00604BE7"/>
    <w:rsid w:val="00616AED"/>
    <w:rsid w:val="00622DA3"/>
    <w:rsid w:val="006244B3"/>
    <w:rsid w:val="006323FB"/>
    <w:rsid w:val="00632A4F"/>
    <w:rsid w:val="00632B56"/>
    <w:rsid w:val="006351E3"/>
    <w:rsid w:val="006401BA"/>
    <w:rsid w:val="00644236"/>
    <w:rsid w:val="00644E02"/>
    <w:rsid w:val="006471E5"/>
    <w:rsid w:val="00662A15"/>
    <w:rsid w:val="00665BFE"/>
    <w:rsid w:val="00666E2F"/>
    <w:rsid w:val="00667B25"/>
    <w:rsid w:val="00671D3B"/>
    <w:rsid w:val="00684A5B"/>
    <w:rsid w:val="00686FC9"/>
    <w:rsid w:val="006870FE"/>
    <w:rsid w:val="006A1F71"/>
    <w:rsid w:val="006A6D02"/>
    <w:rsid w:val="006A704D"/>
    <w:rsid w:val="006B36CD"/>
    <w:rsid w:val="006B45A2"/>
    <w:rsid w:val="006C3040"/>
    <w:rsid w:val="006D2674"/>
    <w:rsid w:val="006E6EBA"/>
    <w:rsid w:val="006F328B"/>
    <w:rsid w:val="006F3499"/>
    <w:rsid w:val="006F5886"/>
    <w:rsid w:val="00707734"/>
    <w:rsid w:val="00707E19"/>
    <w:rsid w:val="007100C4"/>
    <w:rsid w:val="00712D7F"/>
    <w:rsid w:val="00712F7C"/>
    <w:rsid w:val="0072328A"/>
    <w:rsid w:val="0073684D"/>
    <w:rsid w:val="007377B5"/>
    <w:rsid w:val="00737824"/>
    <w:rsid w:val="00744595"/>
    <w:rsid w:val="00745D3F"/>
    <w:rsid w:val="00746CC2"/>
    <w:rsid w:val="00747F07"/>
    <w:rsid w:val="007514CE"/>
    <w:rsid w:val="00760323"/>
    <w:rsid w:val="0076032D"/>
    <w:rsid w:val="00765600"/>
    <w:rsid w:val="00767BB4"/>
    <w:rsid w:val="00775B4C"/>
    <w:rsid w:val="00780136"/>
    <w:rsid w:val="00783FDB"/>
    <w:rsid w:val="00791C9F"/>
    <w:rsid w:val="00792AAB"/>
    <w:rsid w:val="00793B47"/>
    <w:rsid w:val="00796931"/>
    <w:rsid w:val="007A1D0C"/>
    <w:rsid w:val="007A2A7B"/>
    <w:rsid w:val="007D1CD3"/>
    <w:rsid w:val="007D3FF6"/>
    <w:rsid w:val="007D4925"/>
    <w:rsid w:val="007E0A93"/>
    <w:rsid w:val="007E5B73"/>
    <w:rsid w:val="007F0C8A"/>
    <w:rsid w:val="007F11AB"/>
    <w:rsid w:val="007F5968"/>
    <w:rsid w:val="00801FAF"/>
    <w:rsid w:val="008143CB"/>
    <w:rsid w:val="00823CA1"/>
    <w:rsid w:val="0082639E"/>
    <w:rsid w:val="00827699"/>
    <w:rsid w:val="00830CA5"/>
    <w:rsid w:val="00831FA3"/>
    <w:rsid w:val="008418F4"/>
    <w:rsid w:val="00841B87"/>
    <w:rsid w:val="0084321C"/>
    <w:rsid w:val="00843858"/>
    <w:rsid w:val="008513B9"/>
    <w:rsid w:val="008569CE"/>
    <w:rsid w:val="008702D3"/>
    <w:rsid w:val="00875959"/>
    <w:rsid w:val="00876034"/>
    <w:rsid w:val="00880005"/>
    <w:rsid w:val="008827E7"/>
    <w:rsid w:val="00891265"/>
    <w:rsid w:val="008A1696"/>
    <w:rsid w:val="008A191D"/>
    <w:rsid w:val="008A3CDD"/>
    <w:rsid w:val="008A42D8"/>
    <w:rsid w:val="008B008C"/>
    <w:rsid w:val="008B1770"/>
    <w:rsid w:val="008C43AE"/>
    <w:rsid w:val="008C5264"/>
    <w:rsid w:val="008C58FE"/>
    <w:rsid w:val="008E6C41"/>
    <w:rsid w:val="008F07A1"/>
    <w:rsid w:val="008F0816"/>
    <w:rsid w:val="008F6BB7"/>
    <w:rsid w:val="008F7FA7"/>
    <w:rsid w:val="00900F42"/>
    <w:rsid w:val="00901EA2"/>
    <w:rsid w:val="009108C0"/>
    <w:rsid w:val="00914808"/>
    <w:rsid w:val="00925688"/>
    <w:rsid w:val="00932E3C"/>
    <w:rsid w:val="00937A1A"/>
    <w:rsid w:val="00942D4B"/>
    <w:rsid w:val="00945D13"/>
    <w:rsid w:val="009505A2"/>
    <w:rsid w:val="0095236F"/>
    <w:rsid w:val="00956B93"/>
    <w:rsid w:val="009573D3"/>
    <w:rsid w:val="009627A3"/>
    <w:rsid w:val="00963E33"/>
    <w:rsid w:val="00965CE1"/>
    <w:rsid w:val="009765E4"/>
    <w:rsid w:val="00992E40"/>
    <w:rsid w:val="009977FF"/>
    <w:rsid w:val="009A085B"/>
    <w:rsid w:val="009A330F"/>
    <w:rsid w:val="009A7702"/>
    <w:rsid w:val="009B2785"/>
    <w:rsid w:val="009C04EC"/>
    <w:rsid w:val="009C1DE6"/>
    <w:rsid w:val="009C1F0E"/>
    <w:rsid w:val="009D3E8C"/>
    <w:rsid w:val="009D51C2"/>
    <w:rsid w:val="009E3A0E"/>
    <w:rsid w:val="00A053A8"/>
    <w:rsid w:val="00A06428"/>
    <w:rsid w:val="00A12A3F"/>
    <w:rsid w:val="00A1314B"/>
    <w:rsid w:val="00A13160"/>
    <w:rsid w:val="00A137D3"/>
    <w:rsid w:val="00A33A9F"/>
    <w:rsid w:val="00A42B5F"/>
    <w:rsid w:val="00A44A8F"/>
    <w:rsid w:val="00A4532A"/>
    <w:rsid w:val="00A51D96"/>
    <w:rsid w:val="00A54812"/>
    <w:rsid w:val="00A61EED"/>
    <w:rsid w:val="00A72E6E"/>
    <w:rsid w:val="00A9428E"/>
    <w:rsid w:val="00A96F84"/>
    <w:rsid w:val="00AC3953"/>
    <w:rsid w:val="00AC7150"/>
    <w:rsid w:val="00AD24DA"/>
    <w:rsid w:val="00AE1DCA"/>
    <w:rsid w:val="00AE3915"/>
    <w:rsid w:val="00AE4216"/>
    <w:rsid w:val="00AF1595"/>
    <w:rsid w:val="00AF5F7C"/>
    <w:rsid w:val="00B02164"/>
    <w:rsid w:val="00B02207"/>
    <w:rsid w:val="00B03403"/>
    <w:rsid w:val="00B063FA"/>
    <w:rsid w:val="00B10324"/>
    <w:rsid w:val="00B12E27"/>
    <w:rsid w:val="00B147B4"/>
    <w:rsid w:val="00B2701B"/>
    <w:rsid w:val="00B376B1"/>
    <w:rsid w:val="00B46A15"/>
    <w:rsid w:val="00B55650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A74E9"/>
    <w:rsid w:val="00BB2C98"/>
    <w:rsid w:val="00BC044A"/>
    <w:rsid w:val="00BC439C"/>
    <w:rsid w:val="00BD0B82"/>
    <w:rsid w:val="00BD7AD8"/>
    <w:rsid w:val="00BD7EA9"/>
    <w:rsid w:val="00BE3198"/>
    <w:rsid w:val="00BE35C3"/>
    <w:rsid w:val="00BF0097"/>
    <w:rsid w:val="00BF4F5F"/>
    <w:rsid w:val="00BF78A8"/>
    <w:rsid w:val="00C04EEB"/>
    <w:rsid w:val="00C075A4"/>
    <w:rsid w:val="00C07F79"/>
    <w:rsid w:val="00C10F12"/>
    <w:rsid w:val="00C11826"/>
    <w:rsid w:val="00C46D42"/>
    <w:rsid w:val="00C50C32"/>
    <w:rsid w:val="00C57D2A"/>
    <w:rsid w:val="00C60178"/>
    <w:rsid w:val="00C61760"/>
    <w:rsid w:val="00C623A9"/>
    <w:rsid w:val="00C63CD6"/>
    <w:rsid w:val="00C6521A"/>
    <w:rsid w:val="00C66C2B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C544D"/>
    <w:rsid w:val="00CD328F"/>
    <w:rsid w:val="00CF03D8"/>
    <w:rsid w:val="00CF0D73"/>
    <w:rsid w:val="00D00897"/>
    <w:rsid w:val="00D015D5"/>
    <w:rsid w:val="00D03D68"/>
    <w:rsid w:val="00D21C63"/>
    <w:rsid w:val="00D266DD"/>
    <w:rsid w:val="00D32B04"/>
    <w:rsid w:val="00D374E7"/>
    <w:rsid w:val="00D63949"/>
    <w:rsid w:val="00D652E7"/>
    <w:rsid w:val="00D71D3B"/>
    <w:rsid w:val="00D74377"/>
    <w:rsid w:val="00D760FE"/>
    <w:rsid w:val="00D77BCF"/>
    <w:rsid w:val="00D837D1"/>
    <w:rsid w:val="00D84394"/>
    <w:rsid w:val="00D908E5"/>
    <w:rsid w:val="00D944FD"/>
    <w:rsid w:val="00D95E55"/>
    <w:rsid w:val="00DB3664"/>
    <w:rsid w:val="00DB42DB"/>
    <w:rsid w:val="00DC16FB"/>
    <w:rsid w:val="00DC4A65"/>
    <w:rsid w:val="00DC4F66"/>
    <w:rsid w:val="00DD6789"/>
    <w:rsid w:val="00DD6EFA"/>
    <w:rsid w:val="00DE61EC"/>
    <w:rsid w:val="00DF7212"/>
    <w:rsid w:val="00E10B44"/>
    <w:rsid w:val="00E11F02"/>
    <w:rsid w:val="00E2726B"/>
    <w:rsid w:val="00E32E86"/>
    <w:rsid w:val="00E3581B"/>
    <w:rsid w:val="00E36417"/>
    <w:rsid w:val="00E37801"/>
    <w:rsid w:val="00E4623D"/>
    <w:rsid w:val="00E46276"/>
    <w:rsid w:val="00E46EAA"/>
    <w:rsid w:val="00E5038C"/>
    <w:rsid w:val="00E50B69"/>
    <w:rsid w:val="00E5298B"/>
    <w:rsid w:val="00E56EFB"/>
    <w:rsid w:val="00E5747A"/>
    <w:rsid w:val="00E6458F"/>
    <w:rsid w:val="00E7242D"/>
    <w:rsid w:val="00E75404"/>
    <w:rsid w:val="00E85304"/>
    <w:rsid w:val="00E87E25"/>
    <w:rsid w:val="00EA04F1"/>
    <w:rsid w:val="00EA12AD"/>
    <w:rsid w:val="00EA2FD3"/>
    <w:rsid w:val="00EB7CE9"/>
    <w:rsid w:val="00EC433F"/>
    <w:rsid w:val="00ED1FDE"/>
    <w:rsid w:val="00ED30EE"/>
    <w:rsid w:val="00EF0387"/>
    <w:rsid w:val="00F06EFB"/>
    <w:rsid w:val="00F1529E"/>
    <w:rsid w:val="00F163C6"/>
    <w:rsid w:val="00F16F07"/>
    <w:rsid w:val="00F30213"/>
    <w:rsid w:val="00F30355"/>
    <w:rsid w:val="00F32125"/>
    <w:rsid w:val="00F4383A"/>
    <w:rsid w:val="00F45975"/>
    <w:rsid w:val="00F45B7C"/>
    <w:rsid w:val="00F45FCE"/>
    <w:rsid w:val="00F525E3"/>
    <w:rsid w:val="00F64394"/>
    <w:rsid w:val="00F65E2A"/>
    <w:rsid w:val="00F66514"/>
    <w:rsid w:val="00F666A4"/>
    <w:rsid w:val="00F9061A"/>
    <w:rsid w:val="00F9334F"/>
    <w:rsid w:val="00F9748A"/>
    <w:rsid w:val="00F97D7F"/>
    <w:rsid w:val="00FA122C"/>
    <w:rsid w:val="00FA180D"/>
    <w:rsid w:val="00FA3B95"/>
    <w:rsid w:val="00FA512D"/>
    <w:rsid w:val="00FB75FC"/>
    <w:rsid w:val="00FC1278"/>
    <w:rsid w:val="00FC2397"/>
    <w:rsid w:val="00FC45EB"/>
    <w:rsid w:val="00FC4F55"/>
    <w:rsid w:val="00FE0822"/>
    <w:rsid w:val="00FE3A1D"/>
    <w:rsid w:val="00FE7735"/>
    <w:rsid w:val="00FF0434"/>
    <w:rsid w:val="00F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4D39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65BFE"/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65BFE"/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37125-52FD-4206-90BA-4535EC15A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Лёксина М.А.</cp:lastModifiedBy>
  <cp:revision>4</cp:revision>
  <cp:lastPrinted>2021-04-23T09:11:00Z</cp:lastPrinted>
  <dcterms:created xsi:type="dcterms:W3CDTF">2021-04-23T09:11:00Z</dcterms:created>
  <dcterms:modified xsi:type="dcterms:W3CDTF">2021-04-28T07:20:00Z</dcterms:modified>
</cp:coreProperties>
</file>